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CC" w:rsidRDefault="001A73CC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Załącznik Nr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700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3CC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4700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953581">
        <w:rPr>
          <w:rFonts w:ascii="Times New Roman" w:hAnsi="Times New Roman" w:cs="Times New Roman"/>
          <w:sz w:val="20"/>
          <w:szCs w:val="20"/>
        </w:rPr>
        <w:t>( Pieczęć lub nazwa/adres oferenta )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</w:p>
    <w:p w:rsidR="001A73CC" w:rsidRPr="00470037" w:rsidRDefault="001A73CC" w:rsidP="003C6C95">
      <w:pPr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70037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:rsidR="001A73CC" w:rsidRPr="00470037" w:rsidRDefault="001A73CC" w:rsidP="003C6C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A73CC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 xml:space="preserve">Ja (My), niżej podpisany(ni) </w:t>
      </w:r>
    </w:p>
    <w:p w:rsidR="001A73CC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470037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1A73CC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70037">
        <w:rPr>
          <w:rFonts w:ascii="Times New Roman" w:hAnsi="Times New Roman" w:cs="Times New Roman"/>
          <w:sz w:val="24"/>
          <w:szCs w:val="24"/>
        </w:rPr>
        <w:t xml:space="preserve"> ( pełna nazwa </w:t>
      </w:r>
      <w:r>
        <w:rPr>
          <w:rFonts w:ascii="Times New Roman" w:hAnsi="Times New Roman" w:cs="Times New Roman"/>
          <w:sz w:val="24"/>
          <w:szCs w:val="24"/>
        </w:rPr>
        <w:t>oferenta</w:t>
      </w:r>
      <w:r w:rsidRPr="00470037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</w:p>
    <w:p w:rsidR="001A73CC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NIP: 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47003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REGON……………</w:t>
      </w:r>
      <w:r w:rsidRPr="00470037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KRS</w:t>
      </w:r>
      <w:r w:rsidRPr="00470037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……………….…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identyfikacyjny CEIDG………….…….</w:t>
      </w:r>
      <w:r w:rsidRPr="00470037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Nr telefonu: 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470037">
        <w:rPr>
          <w:rFonts w:ascii="Times New Roman" w:hAnsi="Times New Roman" w:cs="Times New Roman"/>
          <w:sz w:val="24"/>
          <w:szCs w:val="24"/>
        </w:rPr>
        <w:t>… Nr faxu: 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47003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70037">
        <w:rPr>
          <w:rFonts w:ascii="Times New Roman" w:hAnsi="Times New Roman" w:cs="Times New Roman"/>
          <w:sz w:val="24"/>
          <w:szCs w:val="24"/>
        </w:rPr>
        <w:t>……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sz w:val="24"/>
          <w:szCs w:val="24"/>
        </w:rPr>
        <w:t>pisemny przetarg ofertowy</w:t>
      </w:r>
      <w:r w:rsidRPr="00470037">
        <w:rPr>
          <w:rFonts w:ascii="Times New Roman" w:hAnsi="Times New Roman" w:cs="Times New Roman"/>
          <w:sz w:val="24"/>
          <w:szCs w:val="24"/>
        </w:rPr>
        <w:t>:</w:t>
      </w:r>
    </w:p>
    <w:p w:rsidR="001A73CC" w:rsidRDefault="001A73CC" w:rsidP="00951B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 sprzedaż używanej karetki transportowej Fiat Doblo Maxi 1.6</w:t>
      </w:r>
    </w:p>
    <w:p w:rsidR="001A73CC" w:rsidRPr="00470037" w:rsidRDefault="001A73CC" w:rsidP="00951B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A">
        <w:rPr>
          <w:rFonts w:ascii="Times New Roman" w:hAnsi="Times New Roman" w:cs="Times New Roman"/>
          <w:sz w:val="20"/>
          <w:szCs w:val="20"/>
        </w:rPr>
        <w:t xml:space="preserve">(należy wpisać nazwę urządzenia) </w:t>
      </w:r>
    </w:p>
    <w:p w:rsidR="001A73CC" w:rsidRPr="00470037" w:rsidRDefault="001A73CC" w:rsidP="003C6C95">
      <w:pPr>
        <w:rPr>
          <w:rFonts w:ascii="Times New Roman" w:hAnsi="Times New Roman" w:cs="Times New Roman"/>
          <w:b/>
          <w:bCs/>
          <w:color w:val="303337"/>
          <w:sz w:val="24"/>
          <w:szCs w:val="24"/>
          <w:lang w:eastAsia="pl-PL"/>
        </w:rPr>
      </w:pPr>
    </w:p>
    <w:p w:rsidR="001A73CC" w:rsidRPr="00470037" w:rsidRDefault="001A73CC" w:rsidP="003C6C9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0037">
        <w:rPr>
          <w:rFonts w:ascii="Times New Roman" w:hAnsi="Times New Roman" w:cs="Times New Roman"/>
          <w:b/>
          <w:bCs/>
          <w:sz w:val="24"/>
          <w:szCs w:val="24"/>
        </w:rPr>
        <w:t>Składam(my) niniejszą ofertę na zakup :</w:t>
      </w:r>
    </w:p>
    <w:p w:rsidR="001A73CC" w:rsidRDefault="001A73CC" w:rsidP="00951B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Karetki transportowej Fiat Doblo Maxi 1.6</w:t>
      </w:r>
    </w:p>
    <w:p w:rsidR="001A73CC" w:rsidRPr="00951B12" w:rsidRDefault="001A73CC" w:rsidP="00951B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A">
        <w:rPr>
          <w:rFonts w:ascii="Times New Roman" w:hAnsi="Times New Roman" w:cs="Times New Roman"/>
          <w:sz w:val="20"/>
          <w:szCs w:val="20"/>
        </w:rPr>
        <w:t>( należy wpisać nazwę urządzenia)</w:t>
      </w:r>
    </w:p>
    <w:p w:rsidR="001A73CC" w:rsidRDefault="001A73CC" w:rsidP="00B04B7A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Propo</w:t>
      </w:r>
      <w:r>
        <w:rPr>
          <w:rFonts w:ascii="Times New Roman" w:hAnsi="Times New Roman" w:cs="Times New Roman"/>
          <w:sz w:val="24"/>
          <w:szCs w:val="24"/>
        </w:rPr>
        <w:t xml:space="preserve">nuję zakup za :  </w:t>
      </w:r>
    </w:p>
    <w:p w:rsidR="001A73CC" w:rsidRPr="00470037" w:rsidRDefault="001A73CC" w:rsidP="00B04B7A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cen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47003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…………………………słownie……………………….……………............................................ (podatek – zw.)</w:t>
      </w:r>
    </w:p>
    <w:p w:rsidR="001A73CC" w:rsidRPr="00470037" w:rsidRDefault="001A73CC" w:rsidP="003C6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3CC" w:rsidRPr="00D90F37" w:rsidRDefault="001A73CC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 xml:space="preserve">Oświadczam, że zapoznałem się z treścią ogłoszenia, regulaminem przetargu </w:t>
      </w:r>
      <w:r>
        <w:rPr>
          <w:rFonts w:ascii="Times New Roman" w:hAnsi="Times New Roman" w:cs="Times New Roman"/>
          <w:sz w:val="24"/>
          <w:szCs w:val="24"/>
        </w:rPr>
        <w:t xml:space="preserve">projektem umowy </w:t>
      </w:r>
      <w:r w:rsidRPr="00D90F37">
        <w:rPr>
          <w:rFonts w:ascii="Times New Roman" w:hAnsi="Times New Roman" w:cs="Times New Roman"/>
          <w:sz w:val="24"/>
          <w:szCs w:val="24"/>
        </w:rPr>
        <w:t>i nie wnoszę do nich zastrzeżeń.</w:t>
      </w:r>
    </w:p>
    <w:p w:rsidR="001A73CC" w:rsidRDefault="001A73CC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>Oświadczam , że zapoznałem się z przedmiotem przetargu , stanem technicznym i nie wnoszę do niego zastrzeżeń, a także ponoszę odpowiedzialności za skutki rezygnacji z oględzin.</w:t>
      </w:r>
    </w:p>
    <w:p w:rsidR="001A73CC" w:rsidRPr="00D90F37" w:rsidRDefault="001A73CC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przypadku wygrania przetargu zobowiązuje się do podpisania umowy kupna-sprzedaży w ciągu 3 dni roboczych od daty jej otrzymania.</w:t>
      </w:r>
    </w:p>
    <w:p w:rsidR="001A73CC" w:rsidRPr="00D90F37" w:rsidRDefault="001A73CC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 xml:space="preserve">Oświadczam, że w przypadku wygrania przetargu zobowiązuję się do zapłacenia należności w terminie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90F37">
        <w:rPr>
          <w:rFonts w:ascii="Times New Roman" w:hAnsi="Times New Roman" w:cs="Times New Roman"/>
          <w:b/>
          <w:bCs/>
          <w:sz w:val="24"/>
          <w:szCs w:val="24"/>
        </w:rPr>
        <w:t xml:space="preserve"> dni od dnia  otrzymania faktury</w:t>
      </w:r>
      <w:r w:rsidRPr="00D90F37">
        <w:rPr>
          <w:rFonts w:ascii="Times New Roman" w:hAnsi="Times New Roman" w:cs="Times New Roman"/>
          <w:sz w:val="24"/>
          <w:szCs w:val="24"/>
        </w:rPr>
        <w:t>. Oświadczam, że akceptuję  fakturę elektroniczną, którą należy przesłać na adres e-mail ……………………………</w:t>
      </w:r>
    </w:p>
    <w:p w:rsidR="001A73CC" w:rsidRPr="00D90F37" w:rsidRDefault="001A73CC" w:rsidP="00A451E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:rsidR="001A73CC" w:rsidRPr="00D90F37" w:rsidRDefault="001A73CC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 xml:space="preserve">Oświadczam, że pozostaję związany ofertą przez okres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90F37">
        <w:rPr>
          <w:rFonts w:ascii="Times New Roman" w:hAnsi="Times New Roman" w:cs="Times New Roman"/>
          <w:sz w:val="24"/>
          <w:szCs w:val="24"/>
        </w:rPr>
        <w:t xml:space="preserve"> dni od dnia jej złożenia.</w:t>
      </w:r>
    </w:p>
    <w:p w:rsidR="001A73CC" w:rsidRPr="00470037" w:rsidRDefault="001A73CC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>W przypadku zwrotu wadium proszę przelać kwotę wadium na rachunek bankowy o numerze</w:t>
      </w:r>
      <w:r w:rsidRPr="00470037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Na ofertę składają się: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1. Dowód wpłaty wadium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2. …………………………………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3. …………………………………</w:t>
      </w: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</w:p>
    <w:p w:rsidR="001A73CC" w:rsidRPr="00470037" w:rsidRDefault="001A73CC" w:rsidP="003C6C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A73CC" w:rsidRPr="00470037" w:rsidRDefault="001A73CC" w:rsidP="003C6C95">
      <w:pPr>
        <w:rPr>
          <w:rFonts w:ascii="Times New Roman" w:hAnsi="Times New Roman" w:cs="Times New Roman"/>
          <w:sz w:val="24"/>
          <w:szCs w:val="24"/>
        </w:rPr>
      </w:pPr>
    </w:p>
    <w:p w:rsidR="001A73CC" w:rsidRDefault="001A73CC" w:rsidP="003C6C9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……………………………………………..                           …………………………………………………………………………</w:t>
      </w:r>
    </w:p>
    <w:p w:rsidR="001A73CC" w:rsidRDefault="001A73CC" w:rsidP="00651696">
      <w:pPr>
        <w:ind w:left="360"/>
        <w:rPr>
          <w:sz w:val="18"/>
          <w:szCs w:val="18"/>
        </w:rPr>
      </w:pPr>
      <w:r>
        <w:rPr>
          <w:sz w:val="18"/>
          <w:szCs w:val="18"/>
        </w:rPr>
        <w:t xml:space="preserve">( miejscowość,  data )                                                              ( pieczęć i podpis osoby/ osób wskazanych w dokumencie,           </w:t>
      </w:r>
    </w:p>
    <w:p w:rsidR="001A73CC" w:rsidRDefault="001A73CC" w:rsidP="00651696">
      <w:pPr>
        <w:ind w:left="36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uprawnionej /uprawnionych do występowania w obrocie </w:t>
      </w:r>
    </w:p>
    <w:p w:rsidR="001A73CC" w:rsidRPr="004A3F7B" w:rsidRDefault="001A73CC" w:rsidP="0065169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prawnym, reprezentowania   kupującego )</w:t>
      </w:r>
    </w:p>
    <w:p w:rsidR="001A73CC" w:rsidRDefault="001A73CC"/>
    <w:sectPr w:rsidR="001A73CC" w:rsidSect="00521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26062"/>
    <w:multiLevelType w:val="hybridMultilevel"/>
    <w:tmpl w:val="7BFA8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B94"/>
    <w:rsid w:val="00071E0D"/>
    <w:rsid w:val="00080A4F"/>
    <w:rsid w:val="000C1CA4"/>
    <w:rsid w:val="00122632"/>
    <w:rsid w:val="001A73CC"/>
    <w:rsid w:val="001B076D"/>
    <w:rsid w:val="002336B2"/>
    <w:rsid w:val="0025744D"/>
    <w:rsid w:val="002863AE"/>
    <w:rsid w:val="002D7A95"/>
    <w:rsid w:val="002F16AF"/>
    <w:rsid w:val="00303B72"/>
    <w:rsid w:val="003C6C95"/>
    <w:rsid w:val="00447F53"/>
    <w:rsid w:val="00470037"/>
    <w:rsid w:val="004A3F7B"/>
    <w:rsid w:val="005215CB"/>
    <w:rsid w:val="005574BB"/>
    <w:rsid w:val="00651696"/>
    <w:rsid w:val="00782B94"/>
    <w:rsid w:val="007A261F"/>
    <w:rsid w:val="0080622C"/>
    <w:rsid w:val="0090018F"/>
    <w:rsid w:val="00951B12"/>
    <w:rsid w:val="00953581"/>
    <w:rsid w:val="009B1BA2"/>
    <w:rsid w:val="009E0F33"/>
    <w:rsid w:val="00A451EC"/>
    <w:rsid w:val="00B04B7A"/>
    <w:rsid w:val="00BC2CB1"/>
    <w:rsid w:val="00C3265F"/>
    <w:rsid w:val="00C44901"/>
    <w:rsid w:val="00CC455E"/>
    <w:rsid w:val="00CD3B17"/>
    <w:rsid w:val="00D165EF"/>
    <w:rsid w:val="00D90F37"/>
    <w:rsid w:val="00DD1B4E"/>
    <w:rsid w:val="00DD7F65"/>
    <w:rsid w:val="00E54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C95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378</Words>
  <Characters>2271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</dc:title>
  <dc:subject/>
  <dc:creator>MAndraka</dc:creator>
  <cp:keywords/>
  <dc:description/>
  <cp:lastModifiedBy>Windows User</cp:lastModifiedBy>
  <cp:revision>3</cp:revision>
  <cp:lastPrinted>2025-05-21T08:21:00Z</cp:lastPrinted>
  <dcterms:created xsi:type="dcterms:W3CDTF">2025-12-03T07:48:00Z</dcterms:created>
  <dcterms:modified xsi:type="dcterms:W3CDTF">2025-12-08T08:36:00Z</dcterms:modified>
</cp:coreProperties>
</file>